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F2" w:rsidRPr="007A62B4" w:rsidRDefault="000D57F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0D57F2" w:rsidRPr="007A62B4" w:rsidRDefault="000D57F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0D57F2" w:rsidRDefault="000D57F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__заместителя начальника УСЗН администрации Осинниковского городского округа _</w:t>
      </w:r>
      <w:r w:rsidRPr="006251C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 членов его семьи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D57F2" w:rsidRPr="007A62B4" w:rsidRDefault="000D57F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0D57F2" w:rsidRPr="001C2E52" w:rsidRDefault="000D57F2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0D57F2" w:rsidRPr="00F17234">
        <w:trPr>
          <w:trHeight w:val="151"/>
        </w:trPr>
        <w:tc>
          <w:tcPr>
            <w:tcW w:w="2381" w:type="dxa"/>
            <w:vMerge w:val="restart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0D57F2" w:rsidRPr="00F17234" w:rsidRDefault="000D57F2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Супруга (супруг) и несовершеннолетние дети руководителя</w:t>
            </w:r>
          </w:p>
        </w:tc>
        <w:tc>
          <w:tcPr>
            <w:tcW w:w="2092" w:type="dxa"/>
            <w:vMerge w:val="restart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572" w:type="dxa"/>
            <w:gridSpan w:val="4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D57F2" w:rsidRPr="00F17234">
        <w:trPr>
          <w:trHeight w:val="150"/>
        </w:trPr>
        <w:tc>
          <w:tcPr>
            <w:tcW w:w="2381" w:type="dxa"/>
            <w:vMerge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3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D57F2" w:rsidRPr="00F17234">
        <w:trPr>
          <w:trHeight w:val="150"/>
        </w:trPr>
        <w:tc>
          <w:tcPr>
            <w:tcW w:w="2381" w:type="dxa"/>
          </w:tcPr>
          <w:p w:rsidR="000D57F2" w:rsidRDefault="000D57F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Иноземцева Валентина Викторовна</w:t>
            </w:r>
          </w:p>
          <w:p w:rsidR="000D57F2" w:rsidRPr="00F17234" w:rsidRDefault="000D57F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0D57F2" w:rsidRPr="00F17234" w:rsidRDefault="000D57F2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401655,00</w:t>
            </w:r>
          </w:p>
        </w:tc>
        <w:tc>
          <w:tcPr>
            <w:tcW w:w="2049" w:type="dxa"/>
          </w:tcPr>
          <w:p w:rsidR="000D57F2" w:rsidRPr="00F17234" w:rsidRDefault="000D57F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(индивидуальная)</w:t>
            </w:r>
          </w:p>
        </w:tc>
        <w:tc>
          <w:tcPr>
            <w:tcW w:w="1152" w:type="dxa"/>
          </w:tcPr>
          <w:p w:rsidR="000D57F2" w:rsidRPr="00F17234" w:rsidRDefault="000D57F2" w:rsidP="00625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  <w:tc>
          <w:tcPr>
            <w:tcW w:w="1677" w:type="dxa"/>
          </w:tcPr>
          <w:p w:rsidR="000D57F2" w:rsidRPr="00F17234" w:rsidRDefault="000D57F2" w:rsidP="00625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D57F2" w:rsidRPr="00F17234" w:rsidRDefault="000D57F2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D57F2" w:rsidRPr="00F17234" w:rsidRDefault="000D57F2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D57F2" w:rsidRPr="00F17234" w:rsidRDefault="000D57F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D57F2" w:rsidRDefault="000D57F2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57F2" w:rsidRDefault="000D57F2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D57F2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67B76"/>
    <w:rsid w:val="00093205"/>
    <w:rsid w:val="000B05CB"/>
    <w:rsid w:val="000D57F2"/>
    <w:rsid w:val="000F06A8"/>
    <w:rsid w:val="001A2C9E"/>
    <w:rsid w:val="001B38B0"/>
    <w:rsid w:val="001C2E52"/>
    <w:rsid w:val="001D2E0F"/>
    <w:rsid w:val="001F4E4D"/>
    <w:rsid w:val="00245559"/>
    <w:rsid w:val="0024763F"/>
    <w:rsid w:val="002B3027"/>
    <w:rsid w:val="002F5102"/>
    <w:rsid w:val="003A092C"/>
    <w:rsid w:val="004C1D40"/>
    <w:rsid w:val="004E4098"/>
    <w:rsid w:val="006251CF"/>
    <w:rsid w:val="006555E5"/>
    <w:rsid w:val="006C1CDC"/>
    <w:rsid w:val="007A62B4"/>
    <w:rsid w:val="008A496F"/>
    <w:rsid w:val="00906DFC"/>
    <w:rsid w:val="00910570"/>
    <w:rsid w:val="00981350"/>
    <w:rsid w:val="00A52FA9"/>
    <w:rsid w:val="00A74618"/>
    <w:rsid w:val="00B748BE"/>
    <w:rsid w:val="00BB2917"/>
    <w:rsid w:val="00C84C75"/>
    <w:rsid w:val="00CC442F"/>
    <w:rsid w:val="00D7135E"/>
    <w:rsid w:val="00F17234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1</Pages>
  <Words>118</Words>
  <Characters>673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21</cp:revision>
  <cp:lastPrinted>2014-04-16T08:10:00Z</cp:lastPrinted>
  <dcterms:created xsi:type="dcterms:W3CDTF">2013-05-17T08:24:00Z</dcterms:created>
  <dcterms:modified xsi:type="dcterms:W3CDTF">2014-04-16T08:10:00Z</dcterms:modified>
</cp:coreProperties>
</file>